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E25882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445EA1">
        <w:rPr>
          <w:b/>
        </w:rPr>
        <w:t>за период с 1 января 201</w:t>
      </w:r>
      <w:r w:rsidR="009B60C9">
        <w:rPr>
          <w:b/>
        </w:rPr>
        <w:t>5</w:t>
      </w:r>
      <w:r w:rsidR="00445EA1">
        <w:rPr>
          <w:b/>
        </w:rPr>
        <w:t xml:space="preserve"> года по 31 декабря 201</w:t>
      </w:r>
      <w:r w:rsidR="009B60C9">
        <w:rPr>
          <w:b/>
        </w:rPr>
        <w:t>5</w:t>
      </w:r>
      <w:r w:rsidR="001A4B95" w:rsidRPr="00551E91">
        <w:rPr>
          <w:b/>
        </w:rPr>
        <w:t>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445EA1" w:rsidRPr="00283B0C" w:rsidTr="00752F58">
        <w:trPr>
          <w:trHeight w:val="398"/>
        </w:trPr>
        <w:tc>
          <w:tcPr>
            <w:tcW w:w="1654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Захарчук В.И.</w:t>
            </w:r>
          </w:p>
        </w:tc>
        <w:tc>
          <w:tcPr>
            <w:tcW w:w="1276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63,8</w:t>
            </w:r>
          </w:p>
        </w:tc>
        <w:tc>
          <w:tcPr>
            <w:tcW w:w="992" w:type="dxa"/>
            <w:vMerge w:val="restart"/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Ниссан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кашкай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445EA1" w:rsidRPr="00BE7006" w:rsidRDefault="00445EA1" w:rsidP="009B60C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9B60C9">
              <w:rPr>
                <w:sz w:val="18"/>
                <w:szCs w:val="18"/>
              </w:rPr>
              <w:t>62 104,55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445EA1" w:rsidRPr="00283B0C" w:rsidTr="00752F58">
        <w:trPr>
          <w:trHeight w:val="398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 доли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tbl>
      <w:tblPr>
        <w:tblpPr w:leftFromText="180" w:rightFromText="180" w:vertAnchor="text" w:horzAnchor="margin" w:tblpY="230"/>
        <w:tblW w:w="14709" w:type="dxa"/>
        <w:tblLook w:val="04A0"/>
      </w:tblPr>
      <w:tblGrid>
        <w:gridCol w:w="7349"/>
        <w:gridCol w:w="5109"/>
        <w:gridCol w:w="2251"/>
      </w:tblGrid>
      <w:tr w:rsidR="00744E24" w:rsidRPr="00FC52C4" w:rsidTr="00744E24">
        <w:tc>
          <w:tcPr>
            <w:tcW w:w="7349" w:type="dxa"/>
          </w:tcPr>
          <w:p w:rsidR="00744E24" w:rsidRPr="00FC52C4" w:rsidRDefault="00744E24" w:rsidP="00744E24">
            <w:pPr>
              <w:jc w:val="right"/>
            </w:pPr>
          </w:p>
        </w:tc>
        <w:tc>
          <w:tcPr>
            <w:tcW w:w="5109" w:type="dxa"/>
            <w:tcBorders>
              <w:bottom w:val="single" w:sz="4" w:space="0" w:color="auto"/>
            </w:tcBorders>
          </w:tcPr>
          <w:p w:rsidR="00744E24" w:rsidRPr="00FC52C4" w:rsidRDefault="00744E24" w:rsidP="00744E24">
            <w:pPr>
              <w:jc w:val="center"/>
            </w:pPr>
          </w:p>
        </w:tc>
        <w:tc>
          <w:tcPr>
            <w:tcW w:w="2251" w:type="dxa"/>
            <w:vAlign w:val="bottom"/>
          </w:tcPr>
          <w:p w:rsidR="00744E24" w:rsidRPr="00FC52C4" w:rsidRDefault="00744E24" w:rsidP="00744E24">
            <w:pPr>
              <w:jc w:val="center"/>
            </w:pPr>
            <w:r w:rsidRPr="002D4739">
              <w:rPr>
                <w:sz w:val="20"/>
                <w:szCs w:val="20"/>
              </w:rPr>
              <w:t xml:space="preserve">Фамилия, </w:t>
            </w:r>
            <w:r>
              <w:rPr>
                <w:sz w:val="20"/>
                <w:szCs w:val="20"/>
              </w:rPr>
              <w:t>инициалы</w:t>
            </w:r>
            <w:r w:rsidRPr="002D4739">
              <w:rPr>
                <w:sz w:val="20"/>
                <w:szCs w:val="20"/>
              </w:rPr>
              <w:t>.</w:t>
            </w:r>
          </w:p>
        </w:tc>
      </w:tr>
      <w:tr w:rsidR="00744E24" w:rsidRPr="00FC52C4" w:rsidTr="00744E24">
        <w:tc>
          <w:tcPr>
            <w:tcW w:w="7349" w:type="dxa"/>
          </w:tcPr>
          <w:p w:rsidR="00744E24" w:rsidRPr="00FC52C4" w:rsidRDefault="00744E24" w:rsidP="00744E24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109" w:type="dxa"/>
            <w:tcBorders>
              <w:top w:val="single" w:sz="4" w:space="0" w:color="auto"/>
            </w:tcBorders>
          </w:tcPr>
          <w:p w:rsidR="00744E24" w:rsidRPr="00FC52C4" w:rsidRDefault="00744E24" w:rsidP="00744E24">
            <w:pPr>
              <w:jc w:val="center"/>
              <w:rPr>
                <w:sz w:val="16"/>
                <w:szCs w:val="16"/>
              </w:rPr>
            </w:pPr>
            <w:r w:rsidRPr="00FC52C4"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251" w:type="dxa"/>
          </w:tcPr>
          <w:p w:rsidR="00744E24" w:rsidRPr="00FC52C4" w:rsidRDefault="00744E24" w:rsidP="00744E24">
            <w:pPr>
              <w:jc w:val="right"/>
              <w:rPr>
                <w:sz w:val="16"/>
                <w:szCs w:val="16"/>
              </w:rPr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0C9" w:rsidRDefault="009B60C9" w:rsidP="00380C98">
      <w:r>
        <w:separator/>
      </w:r>
    </w:p>
  </w:endnote>
  <w:endnote w:type="continuationSeparator" w:id="0">
    <w:p w:rsidR="009B60C9" w:rsidRDefault="009B60C9" w:rsidP="0038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0C9" w:rsidRDefault="009B60C9" w:rsidP="00380C98">
      <w:r>
        <w:separator/>
      </w:r>
    </w:p>
  </w:footnote>
  <w:footnote w:type="continuationSeparator" w:id="0">
    <w:p w:rsidR="009B60C9" w:rsidRDefault="009B60C9" w:rsidP="00380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44C7"/>
    <w:rsid w:val="000E7435"/>
    <w:rsid w:val="00102BC4"/>
    <w:rsid w:val="001A4B95"/>
    <w:rsid w:val="00251294"/>
    <w:rsid w:val="00283B0C"/>
    <w:rsid w:val="00295403"/>
    <w:rsid w:val="002D4739"/>
    <w:rsid w:val="0032295F"/>
    <w:rsid w:val="00326C4A"/>
    <w:rsid w:val="00380C98"/>
    <w:rsid w:val="00396AF0"/>
    <w:rsid w:val="00445EA1"/>
    <w:rsid w:val="00454600"/>
    <w:rsid w:val="00476D51"/>
    <w:rsid w:val="00483A95"/>
    <w:rsid w:val="004E4BDC"/>
    <w:rsid w:val="00551E91"/>
    <w:rsid w:val="00552790"/>
    <w:rsid w:val="0055611B"/>
    <w:rsid w:val="005B02C5"/>
    <w:rsid w:val="005D4E99"/>
    <w:rsid w:val="006C44C7"/>
    <w:rsid w:val="006D2C1A"/>
    <w:rsid w:val="00744E24"/>
    <w:rsid w:val="00781080"/>
    <w:rsid w:val="007B57FF"/>
    <w:rsid w:val="007D7C63"/>
    <w:rsid w:val="00810A90"/>
    <w:rsid w:val="00843BF1"/>
    <w:rsid w:val="00846021"/>
    <w:rsid w:val="008B421C"/>
    <w:rsid w:val="00992CA3"/>
    <w:rsid w:val="009B60C9"/>
    <w:rsid w:val="00A2452E"/>
    <w:rsid w:val="00B32999"/>
    <w:rsid w:val="00B3411D"/>
    <w:rsid w:val="00BE7006"/>
    <w:rsid w:val="00C243CD"/>
    <w:rsid w:val="00C7600F"/>
    <w:rsid w:val="00CA6718"/>
    <w:rsid w:val="00D07DC0"/>
    <w:rsid w:val="00D650E6"/>
    <w:rsid w:val="00D95EF0"/>
    <w:rsid w:val="00DE6813"/>
    <w:rsid w:val="00E25882"/>
    <w:rsid w:val="00FC5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basedOn w:val="a0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76;&#1083;&#1103;%20&#1089;&#1072;&#1081;&#1090;&#1072;\&#1089;&#1074;&#1077;&#1076;&#1077;&#1085;&#1080;&#1103;%20&#1076;&#1083;&#1103;%20&#1089;&#1072;&#1081;&#1090;&#1072;%20&#1086;%20&#1076;&#1086;&#1093;&#1086;&#1076;&#1072;&#1093;%20&#1079;&#1072;&#1093;&#1072;&#1088;&#1095;&#1091;&#1082;%20(2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3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0C786FD-DE20-4EEA-B2F4-531C6FA98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 захарчук (2)</Template>
  <TotalTime>36</TotalTime>
  <Pages>1</Pages>
  <Words>108</Words>
  <Characters>788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Конс2</dc:creator>
  <cp:lastModifiedBy>Конс2</cp:lastModifiedBy>
  <cp:revision>2</cp:revision>
  <cp:lastPrinted>2014-01-22T07:31:00Z</cp:lastPrinted>
  <dcterms:created xsi:type="dcterms:W3CDTF">2016-05-03T23:43:00Z</dcterms:created>
  <dcterms:modified xsi:type="dcterms:W3CDTF">2016-05-04T01:02:00Z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