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576131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5267DA">
        <w:rPr>
          <w:b/>
        </w:rPr>
        <w:t>за период с 1 января 201</w:t>
      </w:r>
      <w:r w:rsidR="00CC61A8">
        <w:rPr>
          <w:b/>
        </w:rPr>
        <w:t>7</w:t>
      </w:r>
      <w:r w:rsidR="005267DA">
        <w:rPr>
          <w:b/>
        </w:rPr>
        <w:t xml:space="preserve"> года по 31 декабря 201</w:t>
      </w:r>
      <w:r w:rsidR="00CC61A8">
        <w:rPr>
          <w:b/>
        </w:rPr>
        <w:t>7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C06A72" w:rsidRPr="00283B0C" w:rsidTr="00AA6EBC">
        <w:trPr>
          <w:trHeight w:val="395"/>
        </w:trPr>
        <w:tc>
          <w:tcPr>
            <w:tcW w:w="1654" w:type="dxa"/>
            <w:vMerge w:val="restart"/>
          </w:tcPr>
          <w:p w:rsidR="00C06A72" w:rsidRPr="00BE7006" w:rsidRDefault="00FE7B7C" w:rsidP="00F51F18">
            <w:pPr>
              <w:spacing w:before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Шаповаленко А.А.</w:t>
            </w:r>
          </w:p>
        </w:tc>
        <w:tc>
          <w:tcPr>
            <w:tcW w:w="1276" w:type="dxa"/>
            <w:vMerge w:val="restart"/>
          </w:tcPr>
          <w:p w:rsidR="00C06A72" w:rsidRPr="00BE7006" w:rsidRDefault="00FE7B7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инспектор отдела экспертно-аналитической работы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C06A72" w:rsidRPr="00BE7006" w:rsidRDefault="00FE7B7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34,5</w:t>
            </w:r>
          </w:p>
        </w:tc>
        <w:tc>
          <w:tcPr>
            <w:tcW w:w="992" w:type="dxa"/>
            <w:vMerge w:val="restart"/>
          </w:tcPr>
          <w:p w:rsidR="00C06A72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C06A72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C06A72" w:rsidRPr="00FE7B7C" w:rsidRDefault="00FE7B7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709" w:type="dxa"/>
            <w:vMerge w:val="restart"/>
          </w:tcPr>
          <w:p w:rsidR="00C06A72" w:rsidRPr="00BE7006" w:rsidRDefault="00FE7B7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14,3</w:t>
            </w:r>
          </w:p>
        </w:tc>
        <w:tc>
          <w:tcPr>
            <w:tcW w:w="992" w:type="dxa"/>
            <w:vMerge w:val="restart"/>
          </w:tcPr>
          <w:p w:rsidR="00C06A72" w:rsidRPr="00BE7006" w:rsidRDefault="00FE7B7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C06A72" w:rsidRPr="00F51F18" w:rsidRDefault="00C06A72" w:rsidP="00FE7B7C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 xml:space="preserve">Автомобиль </w:t>
            </w:r>
            <w:r w:rsidR="00FE7B7C">
              <w:rPr>
                <w:sz w:val="18"/>
                <w:szCs w:val="18"/>
              </w:rPr>
              <w:t>грузовой</w:t>
            </w:r>
            <w:r>
              <w:rPr>
                <w:sz w:val="18"/>
                <w:szCs w:val="18"/>
                <w:lang w:val="en-US"/>
              </w:rPr>
              <w:t xml:space="preserve"> Toyota </w:t>
            </w:r>
            <w:r w:rsidR="00FE7B7C">
              <w:rPr>
                <w:sz w:val="18"/>
                <w:szCs w:val="18"/>
                <w:lang w:val="en-US"/>
              </w:rPr>
              <w:t>Toyoace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C06A72" w:rsidRPr="00BE7006" w:rsidRDefault="00FE7B7C" w:rsidP="00CC61A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649 886,86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06A72" w:rsidRPr="00283B0C" w:rsidTr="00AA6EBC">
        <w:trPr>
          <w:trHeight w:val="395"/>
        </w:trPr>
        <w:tc>
          <w:tcPr>
            <w:tcW w:w="1654" w:type="dxa"/>
            <w:vMerge/>
          </w:tcPr>
          <w:p w:rsidR="00C06A72" w:rsidRDefault="00C06A72" w:rsidP="00F51F18">
            <w:pPr>
              <w:spacing w:before="12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06A72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06A72" w:rsidRPr="00BE7006" w:rsidRDefault="00FE7B7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личного подсобного хозяйства</w:t>
            </w:r>
          </w:p>
        </w:tc>
        <w:tc>
          <w:tcPr>
            <w:tcW w:w="1275" w:type="dxa"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C06A72" w:rsidRPr="00BE7006" w:rsidRDefault="00FE7B7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</w:t>
            </w:r>
          </w:p>
        </w:tc>
        <w:tc>
          <w:tcPr>
            <w:tcW w:w="992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80EB4" w:rsidRPr="00283B0C" w:rsidTr="00080EB4">
        <w:trPr>
          <w:trHeight w:val="687"/>
        </w:trPr>
        <w:tc>
          <w:tcPr>
            <w:tcW w:w="1654" w:type="dxa"/>
            <w:vMerge w:val="restart"/>
            <w:tcBorders>
              <w:top w:val="nil"/>
            </w:tcBorders>
          </w:tcPr>
          <w:p w:rsidR="00080EB4" w:rsidRDefault="00080EB4" w:rsidP="001A4B9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 (супруга)</w:t>
            </w:r>
          </w:p>
          <w:p w:rsidR="00080EB4" w:rsidRPr="00BE7006" w:rsidRDefault="00080EB4" w:rsidP="001A4B9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(без указания ФИО)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080EB4" w:rsidRPr="00BE7006" w:rsidRDefault="00080EB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Инспектор по кадрам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080EB4" w:rsidRPr="00BE7006" w:rsidRDefault="00080EB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080EB4" w:rsidRPr="00BE7006" w:rsidRDefault="00080EB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080EB4" w:rsidRPr="00BE7006" w:rsidRDefault="00080EB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14,3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080EB4" w:rsidRPr="00BE7006" w:rsidRDefault="00080EB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080EB4" w:rsidRDefault="00080EB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080EB4" w:rsidRDefault="00080EB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34,5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080EB4" w:rsidRDefault="00080EB4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80EB4" w:rsidRDefault="00080EB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080EB4" w:rsidRPr="00BE7006" w:rsidRDefault="00080EB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  <w:tcBorders>
              <w:top w:val="nil"/>
            </w:tcBorders>
          </w:tcPr>
          <w:p w:rsidR="00080EB4" w:rsidRPr="00BE7006" w:rsidRDefault="00080EB4" w:rsidP="000D294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105 044,96</w:t>
            </w:r>
          </w:p>
        </w:tc>
        <w:tc>
          <w:tcPr>
            <w:tcW w:w="1559" w:type="dxa"/>
            <w:vMerge w:val="restart"/>
            <w:tcBorders>
              <w:top w:val="nil"/>
            </w:tcBorders>
          </w:tcPr>
          <w:p w:rsidR="00080EB4" w:rsidRPr="00BE7006" w:rsidRDefault="00080EB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80EB4" w:rsidRPr="00283B0C" w:rsidTr="00B87D3C">
        <w:trPr>
          <w:trHeight w:val="705"/>
        </w:trPr>
        <w:tc>
          <w:tcPr>
            <w:tcW w:w="1654" w:type="dxa"/>
            <w:vMerge/>
          </w:tcPr>
          <w:p w:rsidR="00080EB4" w:rsidRDefault="00080EB4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0EB4" w:rsidRDefault="00080EB4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80EB4" w:rsidRDefault="00080EB4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80EB4" w:rsidRDefault="00080EB4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80EB4" w:rsidRDefault="00080EB4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80EB4" w:rsidRDefault="00080EB4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80EB4" w:rsidRDefault="00080EB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80EB4" w:rsidRDefault="00080EB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32,6</w:t>
            </w:r>
          </w:p>
        </w:tc>
        <w:tc>
          <w:tcPr>
            <w:tcW w:w="992" w:type="dxa"/>
            <w:vMerge/>
          </w:tcPr>
          <w:p w:rsidR="00080EB4" w:rsidRDefault="00080EB4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0EB4" w:rsidRDefault="00080EB4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0EB4" w:rsidRDefault="00080EB4" w:rsidP="000D294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0EB4" w:rsidRDefault="00080EB4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C06A72" w:rsidRPr="00283B0C" w:rsidTr="00C06A72">
        <w:trPr>
          <w:trHeight w:val="1407"/>
        </w:trPr>
        <w:tc>
          <w:tcPr>
            <w:tcW w:w="1654" w:type="dxa"/>
            <w:tcBorders>
              <w:top w:val="nil"/>
            </w:tcBorders>
          </w:tcPr>
          <w:p w:rsidR="00C64712" w:rsidRPr="00BE7006" w:rsidRDefault="00C64712" w:rsidP="00C64712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Несовершеннолетний ребенок</w:t>
            </w:r>
          </w:p>
          <w:p w:rsidR="00C64712" w:rsidRPr="00C64712" w:rsidRDefault="00C64712" w:rsidP="00C64712">
            <w:pPr>
              <w:spacing w:before="120"/>
              <w:jc w:val="center"/>
              <w:rPr>
                <w:sz w:val="18"/>
                <w:szCs w:val="18"/>
              </w:rPr>
            </w:pPr>
            <w:r w:rsidRPr="00C64712">
              <w:rPr>
                <w:sz w:val="18"/>
                <w:szCs w:val="18"/>
              </w:rPr>
              <w:t>(без указания Ф.И.О.)</w:t>
            </w:r>
          </w:p>
          <w:p w:rsidR="00C06A72" w:rsidRPr="00BE7006" w:rsidRDefault="00C06A72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</w:tcBorders>
          </w:tcPr>
          <w:p w:rsidR="00C06A72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top w:val="nil"/>
            </w:tcBorders>
          </w:tcPr>
          <w:p w:rsidR="00C06A72" w:rsidRDefault="00080EB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34,5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nil"/>
            </w:tcBorders>
          </w:tcPr>
          <w:p w:rsidR="00C06A72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1A4B95" w:rsidRPr="00102BC4" w:rsidRDefault="001A4B95" w:rsidP="00C7600F">
      <w:pPr>
        <w:outlineLvl w:val="0"/>
        <w:rPr>
          <w:sz w:val="16"/>
          <w:szCs w:val="16"/>
        </w:rPr>
      </w:pPr>
    </w:p>
    <w:p w:rsidR="00846021" w:rsidRPr="007B57FF" w:rsidRDefault="00846021" w:rsidP="007B57FF"/>
    <w:sectPr w:rsidR="00846021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90B" w:rsidRDefault="00A9490B" w:rsidP="00380C98">
      <w:r>
        <w:separator/>
      </w:r>
    </w:p>
  </w:endnote>
  <w:endnote w:type="continuationSeparator" w:id="0">
    <w:p w:rsidR="00A9490B" w:rsidRDefault="00A9490B" w:rsidP="0038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90B" w:rsidRDefault="00A9490B" w:rsidP="00380C98">
      <w:r>
        <w:separator/>
      </w:r>
    </w:p>
  </w:footnote>
  <w:footnote w:type="continuationSeparator" w:id="0">
    <w:p w:rsidR="00A9490B" w:rsidRDefault="00A9490B" w:rsidP="0038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60BA"/>
    <w:rsid w:val="000064EC"/>
    <w:rsid w:val="000360BA"/>
    <w:rsid w:val="00080EB4"/>
    <w:rsid w:val="0008244E"/>
    <w:rsid w:val="000D294E"/>
    <w:rsid w:val="000F7F86"/>
    <w:rsid w:val="00102BC4"/>
    <w:rsid w:val="00190C4F"/>
    <w:rsid w:val="001A4B95"/>
    <w:rsid w:val="0020434C"/>
    <w:rsid w:val="00220CFD"/>
    <w:rsid w:val="00243579"/>
    <w:rsid w:val="00283B0C"/>
    <w:rsid w:val="00295403"/>
    <w:rsid w:val="002D4739"/>
    <w:rsid w:val="002E23B3"/>
    <w:rsid w:val="0032295F"/>
    <w:rsid w:val="00326C4A"/>
    <w:rsid w:val="003438E7"/>
    <w:rsid w:val="00380C98"/>
    <w:rsid w:val="00396AF0"/>
    <w:rsid w:val="003B13CD"/>
    <w:rsid w:val="003C0700"/>
    <w:rsid w:val="003E4D7A"/>
    <w:rsid w:val="00454600"/>
    <w:rsid w:val="00476D51"/>
    <w:rsid w:val="00483A95"/>
    <w:rsid w:val="004B5628"/>
    <w:rsid w:val="004E4BDC"/>
    <w:rsid w:val="005267DA"/>
    <w:rsid w:val="00551E91"/>
    <w:rsid w:val="00552790"/>
    <w:rsid w:val="0055611B"/>
    <w:rsid w:val="00576131"/>
    <w:rsid w:val="005A0ABA"/>
    <w:rsid w:val="005B02C5"/>
    <w:rsid w:val="005D4E99"/>
    <w:rsid w:val="005F4783"/>
    <w:rsid w:val="00636B8B"/>
    <w:rsid w:val="00652132"/>
    <w:rsid w:val="006D2C1A"/>
    <w:rsid w:val="00744E24"/>
    <w:rsid w:val="00781080"/>
    <w:rsid w:val="007B57FF"/>
    <w:rsid w:val="007D7C63"/>
    <w:rsid w:val="00810A90"/>
    <w:rsid w:val="00843BF1"/>
    <w:rsid w:val="00846021"/>
    <w:rsid w:val="008B421C"/>
    <w:rsid w:val="00960382"/>
    <w:rsid w:val="00992CA3"/>
    <w:rsid w:val="00A2452E"/>
    <w:rsid w:val="00A9490B"/>
    <w:rsid w:val="00B32999"/>
    <w:rsid w:val="00B3411D"/>
    <w:rsid w:val="00B6107F"/>
    <w:rsid w:val="00BB2CC6"/>
    <w:rsid w:val="00BE7006"/>
    <w:rsid w:val="00C06A72"/>
    <w:rsid w:val="00C243CD"/>
    <w:rsid w:val="00C64712"/>
    <w:rsid w:val="00C7600F"/>
    <w:rsid w:val="00CC61A8"/>
    <w:rsid w:val="00D07DC0"/>
    <w:rsid w:val="00D41CBF"/>
    <w:rsid w:val="00D650E6"/>
    <w:rsid w:val="00D95EF0"/>
    <w:rsid w:val="00DE6813"/>
    <w:rsid w:val="00F042A7"/>
    <w:rsid w:val="00F17BAD"/>
    <w:rsid w:val="00F51F18"/>
    <w:rsid w:val="00FB6E86"/>
    <w:rsid w:val="00FC52C4"/>
    <w:rsid w:val="00FE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8A530AA-BC22-48B6-8FA8-6373F6294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4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1DD2EEB5-D41F-48FD-8A3A-264A763F6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206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9</cp:revision>
  <cp:lastPrinted>2014-01-22T07:31:00Z</cp:lastPrinted>
  <dcterms:created xsi:type="dcterms:W3CDTF">2017-05-05T05:14:00Z</dcterms:created>
  <dcterms:modified xsi:type="dcterms:W3CDTF">2018-05-04T02:53:00Z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