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9F2795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EE3BF0">
        <w:rPr>
          <w:b/>
        </w:rPr>
        <w:t>за период с 1 января 20</w:t>
      </w:r>
      <w:r w:rsidR="003D6BA3">
        <w:rPr>
          <w:b/>
        </w:rPr>
        <w:t>20</w:t>
      </w:r>
      <w:r w:rsidR="00EE3BF0">
        <w:rPr>
          <w:b/>
        </w:rPr>
        <w:t xml:space="preserve"> года по 31 декабря 20</w:t>
      </w:r>
      <w:r w:rsidR="003D6BA3">
        <w:rPr>
          <w:b/>
        </w:rPr>
        <w:t>20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Морозова Л.А.</w:t>
            </w:r>
          </w:p>
        </w:tc>
        <w:tc>
          <w:tcPr>
            <w:tcW w:w="1276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огород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4540</w:t>
            </w:r>
          </w:p>
        </w:tc>
        <w:tc>
          <w:tcPr>
            <w:tcW w:w="992" w:type="dxa"/>
            <w:vMerge w:val="restart"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156C99" w:rsidRP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 vits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6C99" w:rsidRPr="00BE7006" w:rsidRDefault="003D6BA3" w:rsidP="003D6BA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E61DA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719</w:t>
            </w:r>
            <w:r w:rsidR="00E61DA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734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6C99" w:rsidRPr="00BE7006" w:rsidRDefault="003D6BA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Покупка квартиры 78,5, собственные средства от продажи квартиры 65,7 и кредит банка</w:t>
            </w: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3D6BA3" w:rsidP="003D6BA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156C9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06686F">
        <w:trPr>
          <w:trHeight w:val="911"/>
        </w:trPr>
        <w:tc>
          <w:tcPr>
            <w:tcW w:w="1654" w:type="dxa"/>
            <w:tcBorders>
              <w:top w:val="nil"/>
            </w:tcBorders>
          </w:tcPr>
          <w:p w:rsidR="00156C99" w:rsidRPr="00BE7006" w:rsidRDefault="00156C99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156C99" w:rsidRPr="00BE7006" w:rsidRDefault="00156C99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156C99" w:rsidRPr="00BE7006" w:rsidRDefault="003D6BA3" w:rsidP="003D6BA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EE3B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44E24" w:rsidRDefault="00744E24" w:rsidP="001A4B95">
      <w:pPr>
        <w:jc w:val="right"/>
      </w:pPr>
    </w:p>
    <w:sectPr w:rsidR="00744E24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3C1" w:rsidRDefault="000203C1" w:rsidP="00380C98">
      <w:r>
        <w:separator/>
      </w:r>
    </w:p>
  </w:endnote>
  <w:endnote w:type="continuationSeparator" w:id="0">
    <w:p w:rsidR="000203C1" w:rsidRDefault="000203C1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3C1" w:rsidRDefault="000203C1" w:rsidP="00380C98">
      <w:r>
        <w:separator/>
      </w:r>
    </w:p>
  </w:footnote>
  <w:footnote w:type="continuationSeparator" w:id="0">
    <w:p w:rsidR="000203C1" w:rsidRDefault="000203C1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BF0"/>
    <w:rsid w:val="000203C1"/>
    <w:rsid w:val="00102BC4"/>
    <w:rsid w:val="00156C99"/>
    <w:rsid w:val="001A4B95"/>
    <w:rsid w:val="001B2D93"/>
    <w:rsid w:val="001D1F2F"/>
    <w:rsid w:val="00202C01"/>
    <w:rsid w:val="0024121D"/>
    <w:rsid w:val="00283B0C"/>
    <w:rsid w:val="00295403"/>
    <w:rsid w:val="00295D81"/>
    <w:rsid w:val="002D2AB6"/>
    <w:rsid w:val="002D4739"/>
    <w:rsid w:val="0032295F"/>
    <w:rsid w:val="00326C4A"/>
    <w:rsid w:val="00380C98"/>
    <w:rsid w:val="00396AF0"/>
    <w:rsid w:val="003D6BA3"/>
    <w:rsid w:val="004377B3"/>
    <w:rsid w:val="00445EA1"/>
    <w:rsid w:val="00454600"/>
    <w:rsid w:val="00476D51"/>
    <w:rsid w:val="00483A95"/>
    <w:rsid w:val="004E4BDC"/>
    <w:rsid w:val="00551E91"/>
    <w:rsid w:val="00552790"/>
    <w:rsid w:val="0055611B"/>
    <w:rsid w:val="005B02C5"/>
    <w:rsid w:val="005D4E99"/>
    <w:rsid w:val="006C5493"/>
    <w:rsid w:val="006D2C1A"/>
    <w:rsid w:val="00744E24"/>
    <w:rsid w:val="00781080"/>
    <w:rsid w:val="007B21EC"/>
    <w:rsid w:val="007B57FF"/>
    <w:rsid w:val="007D7C63"/>
    <w:rsid w:val="00810A90"/>
    <w:rsid w:val="00843BF1"/>
    <w:rsid w:val="00846021"/>
    <w:rsid w:val="008B421C"/>
    <w:rsid w:val="00992CA3"/>
    <w:rsid w:val="009F2795"/>
    <w:rsid w:val="00A0517C"/>
    <w:rsid w:val="00A2452E"/>
    <w:rsid w:val="00B20752"/>
    <w:rsid w:val="00B32999"/>
    <w:rsid w:val="00B3411D"/>
    <w:rsid w:val="00B57E9D"/>
    <w:rsid w:val="00BE7006"/>
    <w:rsid w:val="00C243CD"/>
    <w:rsid w:val="00C7600F"/>
    <w:rsid w:val="00D07DC0"/>
    <w:rsid w:val="00D3582D"/>
    <w:rsid w:val="00D650E6"/>
    <w:rsid w:val="00D95EF0"/>
    <w:rsid w:val="00DE6813"/>
    <w:rsid w:val="00E61DA4"/>
    <w:rsid w:val="00EE3BF0"/>
    <w:rsid w:val="00FC52C4"/>
    <w:rsid w:val="00FF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73CB13-39C3-4221-A388-082CAF55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A80159D-CE83-470A-B1AA-1EA308DDF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33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7</cp:revision>
  <cp:lastPrinted>2014-01-22T07:31:00Z</cp:lastPrinted>
  <dcterms:created xsi:type="dcterms:W3CDTF">2017-05-05T05:30:00Z</dcterms:created>
  <dcterms:modified xsi:type="dcterms:W3CDTF">2021-05-06T01:17:00Z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