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015B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9D33D3">
        <w:rPr>
          <w:b/>
        </w:rPr>
        <w:t>за период с 1 января 20</w:t>
      </w:r>
      <w:r w:rsidR="00416397">
        <w:rPr>
          <w:b/>
        </w:rPr>
        <w:t>2</w:t>
      </w:r>
      <w:r w:rsidR="002D57A8">
        <w:rPr>
          <w:b/>
        </w:rPr>
        <w:t>1</w:t>
      </w:r>
      <w:r w:rsidR="009D33D3">
        <w:rPr>
          <w:b/>
        </w:rPr>
        <w:t xml:space="preserve"> года по 31 декабря 20</w:t>
      </w:r>
      <w:r w:rsidR="00416397">
        <w:rPr>
          <w:b/>
        </w:rPr>
        <w:t>2</w:t>
      </w:r>
      <w:r w:rsidR="002D57A8">
        <w:rPr>
          <w:b/>
        </w:rPr>
        <w:t>1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851"/>
        <w:gridCol w:w="850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713D79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Алексейченко В.В</w:t>
            </w:r>
          </w:p>
        </w:tc>
        <w:tc>
          <w:tcPr>
            <w:tcW w:w="1276" w:type="dxa"/>
            <w:vMerge w:val="restart"/>
          </w:tcPr>
          <w:p w:rsidR="00713D79" w:rsidRPr="00BE7006" w:rsidRDefault="00416397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сельскохозяйственного назначения</w:t>
            </w:r>
          </w:p>
        </w:tc>
        <w:tc>
          <w:tcPr>
            <w:tcW w:w="1275" w:type="dxa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</w:t>
            </w:r>
            <w:r w:rsidR="006B3636">
              <w:rPr>
                <w:sz w:val="18"/>
                <w:szCs w:val="18"/>
              </w:rPr>
              <w:t>317</w:t>
            </w:r>
            <w:r>
              <w:rPr>
                <w:sz w:val="18"/>
                <w:szCs w:val="18"/>
              </w:rPr>
              <w:t xml:space="preserve"> </w:t>
            </w: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общей долевой</w:t>
            </w:r>
          </w:p>
        </w:tc>
        <w:tc>
          <w:tcPr>
            <w:tcW w:w="851" w:type="dxa"/>
          </w:tcPr>
          <w:p w:rsidR="00713D79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</w:t>
            </w:r>
            <w:r w:rsidR="008C4707">
              <w:rPr>
                <w:sz w:val="18"/>
                <w:szCs w:val="18"/>
              </w:rPr>
              <w:t>0000</w:t>
            </w:r>
          </w:p>
        </w:tc>
        <w:tc>
          <w:tcPr>
            <w:tcW w:w="850" w:type="dxa"/>
            <w:vMerge w:val="restart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713D79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13D79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416397" w:rsidP="002D57A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2D57A8">
              <w:rPr>
                <w:sz w:val="18"/>
                <w:szCs w:val="18"/>
              </w:rPr>
              <w:t>942</w:t>
            </w:r>
            <w:r>
              <w:rPr>
                <w:sz w:val="18"/>
                <w:szCs w:val="18"/>
              </w:rPr>
              <w:t xml:space="preserve"> </w:t>
            </w:r>
            <w:r w:rsidR="002D57A8">
              <w:rPr>
                <w:sz w:val="18"/>
                <w:szCs w:val="18"/>
              </w:rPr>
              <w:t>366</w:t>
            </w:r>
            <w:r w:rsidR="008C4707">
              <w:rPr>
                <w:sz w:val="18"/>
                <w:szCs w:val="18"/>
              </w:rPr>
              <w:t>,</w:t>
            </w:r>
            <w:r w:rsidR="002D57A8">
              <w:rPr>
                <w:sz w:val="18"/>
                <w:szCs w:val="18"/>
              </w:rPr>
              <w:t>31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квартире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1/2</w:t>
            </w:r>
          </w:p>
        </w:tc>
        <w:tc>
          <w:tcPr>
            <w:tcW w:w="851" w:type="dxa"/>
          </w:tcPr>
          <w:p w:rsidR="00713D79" w:rsidRPr="00BE7006" w:rsidRDefault="00713D79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</w:t>
            </w:r>
            <w:r w:rsidR="008C4707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1E5844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37,6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E5844" w:rsidRPr="00283B0C" w:rsidTr="00E727C7">
        <w:trPr>
          <w:trHeight w:val="140"/>
        </w:trPr>
        <w:tc>
          <w:tcPr>
            <w:tcW w:w="1654" w:type="dxa"/>
          </w:tcPr>
          <w:p w:rsidR="001E5844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  <w:p w:rsidR="001E5844" w:rsidRPr="001E5844" w:rsidRDefault="001E5844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(без указания ФИО)</w:t>
            </w:r>
          </w:p>
        </w:tc>
        <w:tc>
          <w:tcPr>
            <w:tcW w:w="1276" w:type="dxa"/>
          </w:tcPr>
          <w:p w:rsidR="001E5844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1E5844" w:rsidRPr="00BE7006" w:rsidRDefault="001E5844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</w:t>
            </w:r>
            <w:r w:rsidR="008C4707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E5844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AD1B94" w:rsidRPr="00AD1B94" w:rsidRDefault="00AD1B94" w:rsidP="00AD1B94">
      <w:pPr>
        <w:rPr>
          <w:vanish/>
        </w:rPr>
      </w:pPr>
    </w:p>
    <w:tbl>
      <w:tblPr>
        <w:tblpPr w:leftFromText="180" w:rightFromText="180" w:vertAnchor="text" w:horzAnchor="margin" w:tblpY="230"/>
        <w:tblW w:w="2251" w:type="dxa"/>
        <w:tblLook w:val="04A0" w:firstRow="1" w:lastRow="0" w:firstColumn="1" w:lastColumn="0" w:noHBand="0" w:noVBand="1"/>
      </w:tblPr>
      <w:tblGrid>
        <w:gridCol w:w="2251"/>
      </w:tblGrid>
      <w:tr w:rsidR="008C4707" w:rsidRPr="00FC52C4" w:rsidTr="008C4707">
        <w:tc>
          <w:tcPr>
            <w:tcW w:w="2251" w:type="dxa"/>
          </w:tcPr>
          <w:p w:rsidR="008C4707" w:rsidRPr="00FC52C4" w:rsidRDefault="008C4707" w:rsidP="005F32FD">
            <w:pPr>
              <w:jc w:val="right"/>
              <w:rPr>
                <w:sz w:val="16"/>
                <w:szCs w:val="16"/>
              </w:rPr>
            </w:pPr>
          </w:p>
        </w:tc>
      </w:tr>
    </w:tbl>
    <w:p w:rsidR="00744E24" w:rsidRDefault="00744E24" w:rsidP="001A4B95">
      <w:pPr>
        <w:jc w:val="right"/>
      </w:pPr>
    </w:p>
    <w:p w:rsidR="00846021" w:rsidRDefault="00846021" w:rsidP="007B57FF"/>
    <w:p w:rsidR="008C4707" w:rsidRPr="007B57FF" w:rsidRDefault="008C4707" w:rsidP="007B57FF"/>
    <w:sectPr w:rsidR="008C4707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FF6" w:rsidRDefault="00841FF6" w:rsidP="00380C98">
      <w:r>
        <w:separator/>
      </w:r>
    </w:p>
  </w:endnote>
  <w:endnote w:type="continuationSeparator" w:id="0">
    <w:p w:rsidR="00841FF6" w:rsidRDefault="00841FF6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FF6" w:rsidRDefault="00841FF6" w:rsidP="00380C98">
      <w:r>
        <w:separator/>
      </w:r>
    </w:p>
  </w:footnote>
  <w:footnote w:type="continuationSeparator" w:id="0">
    <w:p w:rsidR="00841FF6" w:rsidRDefault="00841FF6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B95"/>
    <w:rsid w:val="00015BB3"/>
    <w:rsid w:val="00102BC4"/>
    <w:rsid w:val="001A4B95"/>
    <w:rsid w:val="001E5844"/>
    <w:rsid w:val="00283B0C"/>
    <w:rsid w:val="00295403"/>
    <w:rsid w:val="002D4739"/>
    <w:rsid w:val="002D57A8"/>
    <w:rsid w:val="0032295F"/>
    <w:rsid w:val="00326C4A"/>
    <w:rsid w:val="00380C98"/>
    <w:rsid w:val="00396AF0"/>
    <w:rsid w:val="00416397"/>
    <w:rsid w:val="00454600"/>
    <w:rsid w:val="00476D51"/>
    <w:rsid w:val="004E4BDC"/>
    <w:rsid w:val="00551E91"/>
    <w:rsid w:val="00552790"/>
    <w:rsid w:val="0055611B"/>
    <w:rsid w:val="005A019B"/>
    <w:rsid w:val="005B02C5"/>
    <w:rsid w:val="005D4E99"/>
    <w:rsid w:val="00606FA6"/>
    <w:rsid w:val="0064360F"/>
    <w:rsid w:val="006B3636"/>
    <w:rsid w:val="006D2C1A"/>
    <w:rsid w:val="006E17CA"/>
    <w:rsid w:val="006F060A"/>
    <w:rsid w:val="00703676"/>
    <w:rsid w:val="00713D79"/>
    <w:rsid w:val="00744E24"/>
    <w:rsid w:val="00781080"/>
    <w:rsid w:val="007B57FF"/>
    <w:rsid w:val="007D7C63"/>
    <w:rsid w:val="00810A90"/>
    <w:rsid w:val="00841FF6"/>
    <w:rsid w:val="00843BF1"/>
    <w:rsid w:val="00846021"/>
    <w:rsid w:val="008B421C"/>
    <w:rsid w:val="008C4707"/>
    <w:rsid w:val="00992CA3"/>
    <w:rsid w:val="009D33D3"/>
    <w:rsid w:val="00A2452E"/>
    <w:rsid w:val="00AD1B94"/>
    <w:rsid w:val="00B32999"/>
    <w:rsid w:val="00B3411D"/>
    <w:rsid w:val="00BE7006"/>
    <w:rsid w:val="00C243CD"/>
    <w:rsid w:val="00C7600F"/>
    <w:rsid w:val="00D07DC0"/>
    <w:rsid w:val="00D12B9D"/>
    <w:rsid w:val="00D650E6"/>
    <w:rsid w:val="00D95EF0"/>
    <w:rsid w:val="00DB1291"/>
    <w:rsid w:val="00DE6813"/>
    <w:rsid w:val="00E727C7"/>
    <w:rsid w:val="00EA2F6D"/>
    <w:rsid w:val="00F82FB5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D7D6FF-80EF-4B76-A8B1-AA1292E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  <w:style w:type="character" w:styleId="a8">
    <w:name w:val="Hyperlink"/>
    <w:uiPriority w:val="99"/>
    <w:semiHidden/>
    <w:unhideWhenUsed/>
    <w:rsid w:val="00713D7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23E686B-EBE2-426E-81F9-BF32C181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С.И.</dc:creator>
  <cp:lastModifiedBy>Конс2</cp:lastModifiedBy>
  <cp:revision>9</cp:revision>
  <cp:lastPrinted>2014-01-22T07:31:00Z</cp:lastPrinted>
  <dcterms:created xsi:type="dcterms:W3CDTF">2017-05-03T05:53:00Z</dcterms:created>
  <dcterms:modified xsi:type="dcterms:W3CDTF">2022-04-26T23:51:00Z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